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4B8" w:rsidRPr="008A44CA" w:rsidRDefault="008E54B8" w:rsidP="00A0266C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Приложение № 2</w:t>
      </w:r>
      <w:r w:rsidRPr="008A44CA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8E54B8" w:rsidRPr="008A44CA" w:rsidRDefault="008E54B8" w:rsidP="00A0266C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8A44CA">
        <w:rPr>
          <w:rFonts w:ascii="Times New Roman" w:hAnsi="Times New Roman" w:cs="Times New Roman"/>
          <w:sz w:val="20"/>
          <w:szCs w:val="20"/>
          <w:lang w:eastAsia="ru-RU"/>
        </w:rPr>
        <w:t>к муниципальной программе Тюхтетского района</w:t>
      </w:r>
    </w:p>
    <w:p w:rsidR="008E54B8" w:rsidRDefault="008E54B8" w:rsidP="00A0266C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</w:rPr>
      </w:pPr>
      <w:r w:rsidRPr="008A44CA">
        <w:rPr>
          <w:rFonts w:ascii="Times New Roman" w:hAnsi="Times New Roman" w:cs="Times New Roman"/>
          <w:sz w:val="20"/>
          <w:szCs w:val="20"/>
        </w:rPr>
        <w:t>«Развитие транспортной системы Тюхтетского района »</w:t>
      </w:r>
    </w:p>
    <w:p w:rsidR="008E54B8" w:rsidRDefault="008E54B8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54B8" w:rsidRPr="008A44CA" w:rsidRDefault="008E54B8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8A44CA">
        <w:rPr>
          <w:rFonts w:ascii="Times New Roman" w:hAnsi="Times New Roman" w:cs="Times New Roman"/>
          <w:sz w:val="24"/>
          <w:szCs w:val="24"/>
          <w:lang w:eastAsia="ru-RU"/>
        </w:rPr>
        <w:t xml:space="preserve">1. ПАСПОРТ ПОДПРОГРАММЫ </w:t>
      </w:r>
    </w:p>
    <w:p w:rsidR="008E54B8" w:rsidRPr="008A44CA" w:rsidRDefault="008E54B8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«ДОРОЖНЫЕ ФОНДЫ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A4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54B8" w:rsidRPr="008A44CA" w:rsidRDefault="008E54B8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00"/>
        <w:gridCol w:w="7047"/>
      </w:tblGrid>
      <w:tr w:rsidR="008E54B8" w:rsidRPr="00D47777">
        <w:trPr>
          <w:jc w:val="center"/>
        </w:trPr>
        <w:tc>
          <w:tcPr>
            <w:tcW w:w="3085" w:type="dxa"/>
          </w:tcPr>
          <w:p w:rsidR="008E54B8" w:rsidRPr="00D47777" w:rsidRDefault="008E54B8" w:rsidP="004C65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62" w:type="dxa"/>
          </w:tcPr>
          <w:p w:rsidR="008E54B8" w:rsidRPr="00D47777" w:rsidRDefault="008E54B8" w:rsidP="002D1F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«Дорожные фонды» (далее – подпрограмма)</w:t>
            </w:r>
          </w:p>
        </w:tc>
      </w:tr>
      <w:tr w:rsidR="008E54B8" w:rsidRPr="00D47777">
        <w:trPr>
          <w:jc w:val="center"/>
        </w:trPr>
        <w:tc>
          <w:tcPr>
            <w:tcW w:w="3085" w:type="dxa"/>
          </w:tcPr>
          <w:p w:rsidR="008E54B8" w:rsidRPr="00D47777" w:rsidRDefault="008E54B8" w:rsidP="00A30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:rsidR="008E54B8" w:rsidRPr="00D47777" w:rsidRDefault="008E54B8" w:rsidP="002D1F08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«Развитие транспортной системы Тюхтетского района» (далее – муниципальная программа)</w:t>
            </w:r>
          </w:p>
        </w:tc>
      </w:tr>
      <w:tr w:rsidR="008E54B8" w:rsidRPr="00D47777">
        <w:trPr>
          <w:jc w:val="center"/>
        </w:trPr>
        <w:tc>
          <w:tcPr>
            <w:tcW w:w="3085" w:type="dxa"/>
          </w:tcPr>
          <w:p w:rsidR="008E54B8" w:rsidRPr="00D47777" w:rsidRDefault="008E54B8" w:rsidP="00A30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Заказчик подпрограммы</w:t>
            </w:r>
          </w:p>
        </w:tc>
        <w:tc>
          <w:tcPr>
            <w:tcW w:w="6662" w:type="dxa"/>
          </w:tcPr>
          <w:p w:rsidR="008E54B8" w:rsidRPr="00D47777" w:rsidRDefault="008E54B8" w:rsidP="00A30830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Администрация Тюхтетского района</w:t>
            </w:r>
          </w:p>
        </w:tc>
      </w:tr>
      <w:tr w:rsidR="008E54B8" w:rsidRPr="00D47777">
        <w:trPr>
          <w:jc w:val="center"/>
        </w:trPr>
        <w:tc>
          <w:tcPr>
            <w:tcW w:w="3085" w:type="dxa"/>
          </w:tcPr>
          <w:p w:rsidR="008E54B8" w:rsidRPr="00D47777" w:rsidRDefault="008E54B8" w:rsidP="00D4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662" w:type="dxa"/>
          </w:tcPr>
          <w:p w:rsidR="008E54B8" w:rsidRPr="00D47777" w:rsidRDefault="008E54B8" w:rsidP="005A62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Отдел ЖПКХ и КС администрации Тюхтетского района (далее- Отдел планирования)</w:t>
            </w:r>
          </w:p>
        </w:tc>
      </w:tr>
      <w:tr w:rsidR="008E54B8" w:rsidRPr="00D47777">
        <w:trPr>
          <w:jc w:val="center"/>
        </w:trPr>
        <w:tc>
          <w:tcPr>
            <w:tcW w:w="3085" w:type="dxa"/>
          </w:tcPr>
          <w:p w:rsidR="008E54B8" w:rsidRPr="00D47777" w:rsidRDefault="008E54B8" w:rsidP="00A30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задача подпрограммы </w:t>
            </w:r>
          </w:p>
          <w:p w:rsidR="008E54B8" w:rsidRPr="00D47777" w:rsidRDefault="008E54B8" w:rsidP="00A308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8E54B8" w:rsidRPr="00D47777" w:rsidRDefault="008E54B8" w:rsidP="00A30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8E54B8" w:rsidRPr="00D47777" w:rsidRDefault="008E54B8" w:rsidP="00A30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- Обеспечение сохранности и модернизация существующей улично-дорожной сети Тюхтетского района.</w:t>
            </w:r>
          </w:p>
          <w:p w:rsidR="008E54B8" w:rsidRPr="00D47777" w:rsidRDefault="008E54B8" w:rsidP="00A30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Основными задачами подпрограммы являются:</w:t>
            </w:r>
          </w:p>
          <w:p w:rsidR="008E54B8" w:rsidRPr="00D47777" w:rsidRDefault="008E54B8" w:rsidP="00C32A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- достижение требуемого технического и эксплуатационного состояния дорог общего пользования.</w:t>
            </w:r>
          </w:p>
        </w:tc>
      </w:tr>
      <w:tr w:rsidR="008E54B8" w:rsidRPr="00D47777">
        <w:trPr>
          <w:jc w:val="center"/>
        </w:trPr>
        <w:tc>
          <w:tcPr>
            <w:tcW w:w="3085" w:type="dxa"/>
          </w:tcPr>
          <w:p w:rsidR="008E54B8" w:rsidRPr="00D47777" w:rsidRDefault="008E54B8" w:rsidP="00A30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6662" w:type="dxa"/>
          </w:tcPr>
          <w:p w:rsidR="008E54B8" w:rsidRPr="00D47777" w:rsidRDefault="008E54B8" w:rsidP="00581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Доля дорог общего пользования</w:t>
            </w: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техническим требованиям.</w:t>
            </w:r>
          </w:p>
        </w:tc>
      </w:tr>
      <w:tr w:rsidR="008E54B8" w:rsidRPr="00D47777">
        <w:trPr>
          <w:jc w:val="center"/>
        </w:trPr>
        <w:tc>
          <w:tcPr>
            <w:tcW w:w="3085" w:type="dxa"/>
          </w:tcPr>
          <w:p w:rsidR="008E54B8" w:rsidRPr="00D47777" w:rsidRDefault="008E54B8" w:rsidP="00A30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 xml:space="preserve">Этапы </w:t>
            </w:r>
          </w:p>
          <w:p w:rsidR="008E54B8" w:rsidRPr="00D47777" w:rsidRDefault="008E54B8" w:rsidP="00A30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и сроки реализации подпрограммы</w:t>
            </w:r>
          </w:p>
        </w:tc>
        <w:tc>
          <w:tcPr>
            <w:tcW w:w="6662" w:type="dxa"/>
          </w:tcPr>
          <w:p w:rsidR="008E54B8" w:rsidRPr="00D47777" w:rsidRDefault="008E54B8" w:rsidP="00A308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Срок реализации: 2014-201</w:t>
            </w:r>
            <w:r w:rsidRPr="00D47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8E54B8" w:rsidRPr="00D47777" w:rsidRDefault="008E54B8" w:rsidP="00084C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4B8" w:rsidRPr="00D47777" w:rsidTr="00D47777">
        <w:trPr>
          <w:trHeight w:val="2927"/>
          <w:jc w:val="center"/>
        </w:trPr>
        <w:tc>
          <w:tcPr>
            <w:tcW w:w="3085" w:type="dxa"/>
          </w:tcPr>
          <w:p w:rsidR="008E54B8" w:rsidRPr="00D47777" w:rsidRDefault="008E54B8" w:rsidP="00A30830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 программы</w:t>
            </w:r>
          </w:p>
          <w:p w:rsidR="008E54B8" w:rsidRPr="00D47777" w:rsidRDefault="008E54B8" w:rsidP="00A30830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8E54B8" w:rsidRPr="00D47777" w:rsidRDefault="008E54B8" w:rsidP="00F639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777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в 2014-2017 годах  тыс. рублей.</w:t>
            </w:r>
          </w:p>
          <w:tbl>
            <w:tblPr>
              <w:tblW w:w="6818" w:type="dxa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678"/>
              <w:gridCol w:w="947"/>
              <w:gridCol w:w="1139"/>
              <w:gridCol w:w="951"/>
              <w:gridCol w:w="886"/>
              <w:gridCol w:w="1217"/>
            </w:tblGrid>
            <w:tr w:rsidR="008E54B8" w:rsidRPr="00D47777" w:rsidTr="00D47777">
              <w:trPr>
                <w:trHeight w:val="285"/>
              </w:trPr>
              <w:tc>
                <w:tcPr>
                  <w:tcW w:w="1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E54B8" w:rsidRPr="00D47777" w:rsidRDefault="008E54B8" w:rsidP="00D4777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Источник</w:t>
                  </w:r>
                </w:p>
              </w:tc>
              <w:tc>
                <w:tcPr>
                  <w:tcW w:w="9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2014г.</w:t>
                  </w:r>
                </w:p>
              </w:tc>
              <w:tc>
                <w:tcPr>
                  <w:tcW w:w="11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2015г.</w:t>
                  </w:r>
                </w:p>
              </w:tc>
              <w:tc>
                <w:tcPr>
                  <w:tcW w:w="9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2016г.</w:t>
                  </w:r>
                </w:p>
              </w:tc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2017г.</w:t>
                  </w:r>
                </w:p>
              </w:tc>
              <w:tc>
                <w:tcPr>
                  <w:tcW w:w="1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ИТОГО</w:t>
                  </w:r>
                </w:p>
              </w:tc>
            </w:tr>
            <w:tr w:rsidR="008E54B8" w:rsidRPr="00D47777" w:rsidTr="00716278">
              <w:tc>
                <w:tcPr>
                  <w:tcW w:w="1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E54B8" w:rsidRPr="00D47777" w:rsidRDefault="008E54B8" w:rsidP="00D477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Краевой бюджет тыс.руб</w:t>
                  </w:r>
                </w:p>
              </w:tc>
              <w:tc>
                <w:tcPr>
                  <w:tcW w:w="9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8E54B8" w:rsidRPr="00D47777" w:rsidRDefault="008E54B8" w:rsidP="00D4777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1340,5</w:t>
                  </w:r>
                </w:p>
              </w:tc>
              <w:tc>
                <w:tcPr>
                  <w:tcW w:w="11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1340,5</w:t>
                  </w:r>
                </w:p>
              </w:tc>
            </w:tr>
            <w:tr w:rsidR="008E54B8" w:rsidRPr="00D47777" w:rsidTr="00716278">
              <w:tc>
                <w:tcPr>
                  <w:tcW w:w="1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E54B8" w:rsidRPr="00D47777" w:rsidRDefault="008E54B8" w:rsidP="00D477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Местный бюджет тыс. руб</w:t>
                  </w:r>
                </w:p>
              </w:tc>
              <w:tc>
                <w:tcPr>
                  <w:tcW w:w="9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5,8</w:t>
                  </w:r>
                </w:p>
              </w:tc>
              <w:tc>
                <w:tcPr>
                  <w:tcW w:w="11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  <w:tc>
                <w:tcPr>
                  <w:tcW w:w="9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4,5</w:t>
                  </w:r>
                </w:p>
              </w:tc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3,9</w:t>
                  </w:r>
                </w:p>
              </w:tc>
              <w:tc>
                <w:tcPr>
                  <w:tcW w:w="1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18,2</w:t>
                  </w:r>
                </w:p>
              </w:tc>
            </w:tr>
            <w:tr w:rsidR="008E54B8" w:rsidRPr="00D47777" w:rsidTr="00716278">
              <w:tc>
                <w:tcPr>
                  <w:tcW w:w="1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E54B8" w:rsidRPr="00D47777" w:rsidRDefault="008E54B8" w:rsidP="00D4777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1346,3</w:t>
                  </w:r>
                </w:p>
              </w:tc>
              <w:tc>
                <w:tcPr>
                  <w:tcW w:w="11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  <w:tc>
                <w:tcPr>
                  <w:tcW w:w="9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4,5</w:t>
                  </w:r>
                </w:p>
              </w:tc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3,9</w:t>
                  </w:r>
                </w:p>
              </w:tc>
              <w:tc>
                <w:tcPr>
                  <w:tcW w:w="1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8E54B8" w:rsidRPr="00D47777" w:rsidRDefault="008E54B8" w:rsidP="00D477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4777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1358,7</w:t>
                  </w:r>
                </w:p>
              </w:tc>
            </w:tr>
          </w:tbl>
          <w:p w:rsidR="008E54B8" w:rsidRPr="00D47777" w:rsidRDefault="008E54B8" w:rsidP="0004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8E54B8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E54B8" w:rsidRDefault="008E5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4B8" w:rsidRPr="002E51BE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2. Разделы подпрограммы</w:t>
      </w:r>
    </w:p>
    <w:p w:rsidR="008E54B8" w:rsidRPr="002E51BE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E54B8" w:rsidRPr="002E51BE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2.1. Постановка проблемы и обоснование</w:t>
      </w:r>
    </w:p>
    <w:p w:rsidR="008E54B8" w:rsidRPr="002E51BE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необходимости разработки подпрограммы</w:t>
      </w:r>
    </w:p>
    <w:p w:rsidR="008E54B8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 xml:space="preserve">Транспортное обеспечение жизнедеятельности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Тюхтетского района </w:t>
      </w:r>
      <w:r w:rsidRPr="002E51BE">
        <w:rPr>
          <w:rFonts w:ascii="Times New Roman" w:hAnsi="Times New Roman" w:cs="Times New Roman"/>
          <w:sz w:val="24"/>
          <w:szCs w:val="24"/>
        </w:rPr>
        <w:t xml:space="preserve">во многом осуществляется посредством транспортной инфраструктуры города. Важнейшую роль в этом процессе играют автомобильный транспорт и автодорожная сеть общего пользования. </w:t>
      </w: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Общая протяженно</w:t>
      </w:r>
      <w:r>
        <w:rPr>
          <w:rFonts w:ascii="Times New Roman" w:hAnsi="Times New Roman" w:cs="Times New Roman"/>
          <w:sz w:val="24"/>
          <w:szCs w:val="24"/>
        </w:rPr>
        <w:t>сть улично-дорожной сети Тюхтетского района</w:t>
      </w:r>
      <w:r w:rsidRPr="002E51BE">
        <w:rPr>
          <w:rFonts w:ascii="Times New Roman" w:hAnsi="Times New Roman" w:cs="Times New Roman"/>
          <w:sz w:val="24"/>
          <w:szCs w:val="24"/>
        </w:rPr>
        <w:t xml:space="preserve"> составляет </w:t>
      </w:r>
      <w:smartTag w:uri="urn:schemas-microsoft-com:office:smarttags" w:element="metricconverter">
        <w:smartTagPr>
          <w:attr w:name="ProductID" w:val="132,3 км"/>
        </w:smartTagPr>
        <w:r>
          <w:rPr>
            <w:rFonts w:ascii="Times New Roman" w:hAnsi="Times New Roman" w:cs="Times New Roman"/>
            <w:sz w:val="24"/>
            <w:szCs w:val="24"/>
          </w:rPr>
          <w:t>132,3</w:t>
        </w:r>
        <w:r w:rsidRPr="002E51BE">
          <w:rPr>
            <w:rFonts w:ascii="Times New Roman" w:hAnsi="Times New Roman" w:cs="Times New Roman"/>
            <w:sz w:val="24"/>
            <w:szCs w:val="24"/>
          </w:rPr>
          <w:t xml:space="preserve"> км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  <w:r w:rsidRPr="002E51BE">
        <w:rPr>
          <w:rFonts w:ascii="Times New Roman" w:hAnsi="Times New Roman" w:cs="Times New Roman"/>
          <w:sz w:val="24"/>
          <w:szCs w:val="24"/>
        </w:rPr>
        <w:t xml:space="preserve"> В связи с ростом количества автотранспорта за последние годы возросла интенсивность движения по улично-дорожной сети и, соответственно, возрос износ покрытия. </w:t>
      </w: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Большая часть улично-дорожной сети имеет недостаточную прочность и ровность покрытия со значительной сеткой трещин, выбоин и низким коэффициентом сцепления.</w:t>
      </w: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 xml:space="preserve">В условиях роста интенсивности движения на дорогах </w:t>
      </w:r>
      <w:r>
        <w:rPr>
          <w:rFonts w:ascii="Times New Roman" w:hAnsi="Times New Roman" w:cs="Times New Roman"/>
          <w:sz w:val="24"/>
          <w:szCs w:val="24"/>
        </w:rPr>
        <w:t>Тюхтетского района</w:t>
      </w:r>
      <w:r w:rsidRPr="002E51BE">
        <w:rPr>
          <w:rFonts w:ascii="Times New Roman" w:hAnsi="Times New Roman" w:cs="Times New Roman"/>
          <w:sz w:val="24"/>
          <w:szCs w:val="24"/>
        </w:rPr>
        <w:t>, изменения состава движения в сторону увеличения грузоподъемности транспортных средств, несоблюдение межремонтных сроков, накопление количества неотремонтированных участков улично-дорожной сети, увеличение количества участков с уровнем загрузки выше нормативного и участков с неудовлетворительным транспортно-эксплуатационным состоянием, на которых необходимо проведение текущего ремонта, восстановление профилей гравийн</w:t>
      </w:r>
      <w:r>
        <w:rPr>
          <w:rFonts w:ascii="Times New Roman" w:hAnsi="Times New Roman" w:cs="Times New Roman"/>
          <w:sz w:val="24"/>
          <w:szCs w:val="24"/>
        </w:rPr>
        <w:t xml:space="preserve">ых дорог города, назрела </w:t>
      </w:r>
      <w:r w:rsidRPr="002E51BE">
        <w:rPr>
          <w:rFonts w:ascii="Times New Roman" w:hAnsi="Times New Roman" w:cs="Times New Roman"/>
          <w:sz w:val="24"/>
          <w:szCs w:val="24"/>
        </w:rPr>
        <w:t xml:space="preserve"> необходимость формирования комплексного подхода к решению этих проблем, которые призвана обеспечить настоящая подпрограмма. </w:t>
      </w: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2.2. Основные цели и задачи, этапы и сроки выполнения</w:t>
      </w: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подпрограммы, целевые индикаторы и показатели результативности</w:t>
      </w: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 Цель подпрограммы: О</w:t>
      </w:r>
      <w:r w:rsidRPr="002E51BE">
        <w:rPr>
          <w:rFonts w:ascii="Times New Roman" w:hAnsi="Times New Roman" w:cs="Times New Roman"/>
          <w:sz w:val="24"/>
          <w:szCs w:val="24"/>
        </w:rPr>
        <w:t>беспечение сохранности и модернизация существующей улич</w:t>
      </w:r>
      <w:r>
        <w:rPr>
          <w:rFonts w:ascii="Times New Roman" w:hAnsi="Times New Roman" w:cs="Times New Roman"/>
          <w:sz w:val="24"/>
          <w:szCs w:val="24"/>
        </w:rPr>
        <w:t>но-дорожной сети Тюхтетского района</w:t>
      </w:r>
      <w:r w:rsidRPr="002E51BE">
        <w:rPr>
          <w:rFonts w:ascii="Times New Roman" w:hAnsi="Times New Roman" w:cs="Times New Roman"/>
          <w:sz w:val="24"/>
          <w:szCs w:val="24"/>
        </w:rPr>
        <w:t>.</w:t>
      </w: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2.2.2. Для достижения поставленных целей необходимо решение следующих задач:</w:t>
      </w:r>
    </w:p>
    <w:p w:rsidR="008E54B8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53D8A">
        <w:rPr>
          <w:rFonts w:ascii="Times New Roman" w:hAnsi="Times New Roman" w:cs="Times New Roman"/>
          <w:sz w:val="24"/>
          <w:szCs w:val="24"/>
        </w:rPr>
        <w:t>достижение требуемого технического и эксплуатационного состояния дорог общего пользования.</w:t>
      </w: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2.2.4. Срок реали</w:t>
      </w:r>
      <w:r>
        <w:rPr>
          <w:rFonts w:ascii="Times New Roman" w:hAnsi="Times New Roman" w:cs="Times New Roman"/>
          <w:sz w:val="24"/>
          <w:szCs w:val="24"/>
        </w:rPr>
        <w:t>зации подпрограммы - 2014 - 201</w:t>
      </w:r>
      <w:r w:rsidRPr="00D9319E">
        <w:rPr>
          <w:rFonts w:ascii="Times New Roman" w:hAnsi="Times New Roman" w:cs="Times New Roman"/>
          <w:sz w:val="24"/>
          <w:szCs w:val="24"/>
        </w:rPr>
        <w:t>7</w:t>
      </w:r>
      <w:r w:rsidRPr="002E51BE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8E54B8" w:rsidRPr="002E51BE" w:rsidRDefault="008E54B8" w:rsidP="00253D8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8E54B8" w:rsidRPr="002E51BE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</w:t>
      </w:r>
    </w:p>
    <w:p w:rsidR="008E54B8" w:rsidRPr="002E51BE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07"/>
        <w:gridCol w:w="3378"/>
        <w:gridCol w:w="794"/>
        <w:gridCol w:w="1823"/>
        <w:gridCol w:w="805"/>
        <w:gridCol w:w="793"/>
        <w:gridCol w:w="819"/>
        <w:gridCol w:w="819"/>
      </w:tblGrid>
      <w:tr w:rsidR="008E54B8" w:rsidRPr="00D47777" w:rsidTr="00D47777">
        <w:trPr>
          <w:cantSplit/>
          <w:trHeight w:val="240"/>
          <w:jc w:val="center"/>
        </w:trPr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4B8" w:rsidRPr="00D47777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D47777">
              <w:rPr>
                <w:rFonts w:ascii="Times New Roman" w:hAnsi="Times New Roman" w:cs="Times New Roman"/>
                <w:szCs w:val="24"/>
              </w:rPr>
              <w:t xml:space="preserve">№  </w:t>
            </w:r>
            <w:r w:rsidRPr="00D47777">
              <w:rPr>
                <w:rFonts w:ascii="Times New Roman" w:hAnsi="Times New Roman" w:cs="Times New Roman"/>
                <w:szCs w:val="24"/>
              </w:rPr>
              <w:br/>
              <w:t>п/п</w:t>
            </w:r>
          </w:p>
        </w:tc>
        <w:tc>
          <w:tcPr>
            <w:tcW w:w="3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4B8" w:rsidRPr="00D47777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D47777">
              <w:rPr>
                <w:rFonts w:ascii="Times New Roman" w:hAnsi="Times New Roman" w:cs="Times New Roman"/>
                <w:szCs w:val="24"/>
              </w:rPr>
              <w:t xml:space="preserve">Цель,    </w:t>
            </w:r>
            <w:r w:rsidRPr="00D47777">
              <w:rPr>
                <w:rFonts w:ascii="Times New Roman" w:hAnsi="Times New Roman" w:cs="Times New Roman"/>
                <w:szCs w:val="24"/>
              </w:rPr>
              <w:br/>
              <w:t xml:space="preserve">целевые индикаторы </w:t>
            </w:r>
            <w:r w:rsidRPr="00D47777">
              <w:rPr>
                <w:rFonts w:ascii="Times New Roman" w:hAnsi="Times New Roman" w:cs="Times New Roman"/>
                <w:szCs w:val="24"/>
              </w:rPr>
              <w:br/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4B8" w:rsidRPr="00D47777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D47777">
              <w:rPr>
                <w:rFonts w:ascii="Times New Roman" w:hAnsi="Times New Roman" w:cs="Times New Roman"/>
                <w:szCs w:val="24"/>
              </w:rPr>
              <w:t>Единица</w:t>
            </w:r>
            <w:r w:rsidRPr="00D47777">
              <w:rPr>
                <w:rFonts w:ascii="Times New Roman" w:hAnsi="Times New Roman" w:cs="Times New Roman"/>
                <w:szCs w:val="24"/>
              </w:rPr>
              <w:br/>
              <w:t>измерения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E54B8" w:rsidRPr="00D47777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D47777">
              <w:rPr>
                <w:rFonts w:ascii="Times New Roman" w:hAnsi="Times New Roman" w:cs="Times New Roman"/>
                <w:szCs w:val="24"/>
              </w:rPr>
              <w:t xml:space="preserve">Источник </w:t>
            </w:r>
            <w:r w:rsidRPr="00D47777">
              <w:rPr>
                <w:rFonts w:ascii="Times New Roman" w:hAnsi="Times New Roman" w:cs="Times New Roman"/>
                <w:szCs w:val="24"/>
              </w:rPr>
              <w:br/>
              <w:t>информации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4B8" w:rsidRPr="00D47777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D47777">
              <w:rPr>
                <w:rFonts w:ascii="Times New Roman" w:hAnsi="Times New Roman" w:cs="Times New Roman"/>
                <w:szCs w:val="24"/>
              </w:rPr>
              <w:t>2014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4B8" w:rsidRPr="00D47777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D47777">
              <w:rPr>
                <w:rFonts w:ascii="Times New Roman" w:hAnsi="Times New Roman" w:cs="Times New Roman"/>
                <w:szCs w:val="24"/>
              </w:rPr>
              <w:t>2015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4B8" w:rsidRPr="00D47777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D47777">
              <w:rPr>
                <w:rFonts w:ascii="Times New Roman" w:hAnsi="Times New Roman" w:cs="Times New Roman"/>
                <w:szCs w:val="24"/>
              </w:rPr>
              <w:t>2016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4B8" w:rsidRPr="00D47777" w:rsidRDefault="008E54B8" w:rsidP="00BB02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D47777">
              <w:rPr>
                <w:rFonts w:ascii="Times New Roman" w:hAnsi="Times New Roman" w:cs="Times New Roman"/>
                <w:szCs w:val="24"/>
                <w:lang w:val="en-US"/>
              </w:rPr>
              <w:t>2017</w:t>
            </w:r>
          </w:p>
        </w:tc>
      </w:tr>
      <w:tr w:rsidR="008E54B8" w:rsidRPr="00D47777" w:rsidTr="00D47777">
        <w:trPr>
          <w:cantSplit/>
          <w:trHeight w:val="240"/>
          <w:jc w:val="center"/>
        </w:trPr>
        <w:tc>
          <w:tcPr>
            <w:tcW w:w="1003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B8" w:rsidRPr="00D47777" w:rsidRDefault="008E54B8" w:rsidP="009D1D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D47777">
              <w:rPr>
                <w:rFonts w:ascii="Times New Roman" w:hAnsi="Times New Roman" w:cs="Times New Roman"/>
                <w:szCs w:val="24"/>
              </w:rPr>
              <w:t>Цель: Обеспечение сохранности и модернизация автомобильных дорог местного значения муниципального образования Тюхтетский район</w:t>
            </w:r>
          </w:p>
        </w:tc>
      </w:tr>
      <w:tr w:rsidR="008E54B8" w:rsidRPr="00D47777" w:rsidTr="00D47777">
        <w:trPr>
          <w:cantSplit/>
          <w:trHeight w:val="240"/>
          <w:jc w:val="center"/>
        </w:trPr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B8" w:rsidRPr="00D47777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D47777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3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B8" w:rsidRPr="00D47777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D47777">
              <w:rPr>
                <w:rFonts w:ascii="Times New Roman" w:hAnsi="Times New Roman" w:cs="Times New Roman"/>
                <w:szCs w:val="24"/>
              </w:rPr>
              <w:t>Доля дорог общего пользования соответствующих техническим и эксплуатационным требованиям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B8" w:rsidRPr="00D47777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D47777">
              <w:rPr>
                <w:rFonts w:ascii="Times New Roman" w:hAnsi="Times New Roman" w:cs="Times New Roman"/>
                <w:szCs w:val="24"/>
              </w:rPr>
              <w:t>%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4B8" w:rsidRPr="00D47777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D47777">
              <w:rPr>
                <w:rFonts w:ascii="Times New Roman" w:hAnsi="Times New Roman" w:cs="Times New Roman"/>
                <w:szCs w:val="24"/>
              </w:rPr>
              <w:t>Ведомственная отчетность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4B8" w:rsidRPr="00D47777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D47777">
              <w:rPr>
                <w:rFonts w:ascii="Times New Roman" w:hAnsi="Times New Roman" w:cs="Times New Roman"/>
                <w:szCs w:val="24"/>
              </w:rPr>
              <w:t>82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4B8" w:rsidRPr="00D47777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D47777">
              <w:rPr>
                <w:rFonts w:ascii="Times New Roman" w:hAnsi="Times New Roman" w:cs="Times New Roman"/>
                <w:szCs w:val="24"/>
              </w:rPr>
              <w:t>84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4B8" w:rsidRPr="00D47777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D47777"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4B8" w:rsidRPr="00D47777" w:rsidRDefault="008E54B8" w:rsidP="00BB02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D47777">
              <w:rPr>
                <w:rFonts w:ascii="Times New Roman" w:hAnsi="Times New Roman" w:cs="Times New Roman"/>
                <w:szCs w:val="24"/>
                <w:lang w:val="en-US"/>
              </w:rPr>
              <w:t>85</w:t>
            </w:r>
          </w:p>
        </w:tc>
      </w:tr>
    </w:tbl>
    <w:p w:rsidR="008E54B8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E54B8" w:rsidRPr="002E51BE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2.3. Механизм реализации подпрограммы</w:t>
      </w:r>
    </w:p>
    <w:p w:rsidR="008E54B8" w:rsidRPr="002E51BE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Настоящая подпрограмма предполагает осуществить следующие функции:</w:t>
      </w: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1) координация деятельности исполнения подпрограммы в ходе её реализации;</w:t>
      </w: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2) осуществить контроль за выполнением целевых показателей подпрограммы;</w:t>
      </w: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3) проводить анализ эффективности программных мероприятий.</w:t>
      </w: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Главными распорядителями средств местного бюджета является 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Тюхтетского района</w:t>
      </w:r>
      <w:r w:rsidRPr="002E51BE">
        <w:rPr>
          <w:rFonts w:ascii="Times New Roman" w:hAnsi="Times New Roman" w:cs="Times New Roman"/>
          <w:sz w:val="24"/>
          <w:szCs w:val="24"/>
        </w:rPr>
        <w:t>.</w:t>
      </w: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Закупка товаров, выполнение работ, оказание услуг в рамках реализации подпрограммных мероприятий осуществляется муниципальным заказчиком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8E54B8" w:rsidRPr="002E51BE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E54B8" w:rsidRPr="008A44CA" w:rsidRDefault="008E54B8" w:rsidP="00D4173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A44CA">
        <w:rPr>
          <w:rFonts w:ascii="Times New Roman" w:hAnsi="Times New Roman" w:cs="Times New Roman"/>
          <w:sz w:val="24"/>
          <w:szCs w:val="24"/>
        </w:rPr>
        <w:t>2.4. Управление подпрограммой и контроль за ходом ее выполнения</w:t>
      </w:r>
    </w:p>
    <w:p w:rsidR="008E54B8" w:rsidRPr="008A44CA" w:rsidRDefault="008E54B8" w:rsidP="00D4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54B8" w:rsidRPr="008A44CA" w:rsidRDefault="008E54B8" w:rsidP="00D41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4CA">
        <w:rPr>
          <w:rFonts w:ascii="Times New Roman" w:hAnsi="Times New Roman" w:cs="Times New Roman"/>
          <w:sz w:val="24"/>
          <w:szCs w:val="24"/>
        </w:rPr>
        <w:t>Заказчиком подпрограммы является Администрация Тюхтетского района. Заказчик в соответствии с действующим законодательством несет ответственность за реализацию подпрограммы.</w:t>
      </w:r>
    </w:p>
    <w:p w:rsidR="008E54B8" w:rsidRPr="008A44CA" w:rsidRDefault="008E54B8" w:rsidP="00D41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4CA">
        <w:rPr>
          <w:rFonts w:ascii="Times New Roman" w:hAnsi="Times New Roman" w:cs="Times New Roman"/>
          <w:sz w:val="24"/>
          <w:szCs w:val="24"/>
        </w:rPr>
        <w:t>Управление и контроль за реализацией программы осуществляет Отдел</w:t>
      </w:r>
      <w:r>
        <w:rPr>
          <w:rFonts w:ascii="Times New Roman" w:hAnsi="Times New Roman" w:cs="Times New Roman"/>
          <w:sz w:val="24"/>
          <w:szCs w:val="24"/>
        </w:rPr>
        <w:t xml:space="preserve"> ЖПКХ и КС</w:t>
      </w:r>
      <w:r w:rsidRPr="008A44CA">
        <w:rPr>
          <w:rFonts w:ascii="Times New Roman" w:hAnsi="Times New Roman" w:cs="Times New Roman"/>
          <w:sz w:val="24"/>
          <w:szCs w:val="24"/>
        </w:rPr>
        <w:t>, который обеспечивает подготовку и реализацию подпрограммных мероприятий, целевое и эффективное использование бюджетных средств, готовит информацию о ходе реализации подпрограммы за отчетный квартал и по итогам за год.</w:t>
      </w:r>
    </w:p>
    <w:p w:rsidR="008E54B8" w:rsidRPr="008A44CA" w:rsidRDefault="008E54B8" w:rsidP="00D41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4CA">
        <w:rPr>
          <w:rFonts w:ascii="Times New Roman" w:hAnsi="Times New Roman" w:cs="Times New Roman"/>
          <w:sz w:val="24"/>
          <w:szCs w:val="24"/>
        </w:rPr>
        <w:t>Контроль за подпрограммой включает в себя периодическую отчетность о реализации подпрограммных мероприятий и рациональном использовании финансовых средств.</w:t>
      </w:r>
    </w:p>
    <w:p w:rsidR="008E54B8" w:rsidRPr="008A44CA" w:rsidRDefault="008E54B8" w:rsidP="00D41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4CA">
        <w:rPr>
          <w:rFonts w:ascii="Times New Roman" w:hAnsi="Times New Roman" w:cs="Times New Roman"/>
          <w:sz w:val="24"/>
          <w:szCs w:val="24"/>
        </w:rPr>
        <w:t xml:space="preserve">Корректировка подпрограммы, в том числе включение в нее новых мероприятий, а также продление срока ее реализации осуществляется в установленном порядке. Заказчик подпрограммы по итогам реализации подпрограммы уточняет объемы средств, необходимых для финансирования в очередном году, и в случае необходимости подготавливает соответствующие изменения в </w:t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8A44CA">
        <w:rPr>
          <w:rFonts w:ascii="Times New Roman" w:hAnsi="Times New Roman" w:cs="Times New Roman"/>
          <w:sz w:val="24"/>
          <w:szCs w:val="24"/>
        </w:rPr>
        <w:t>Решения Совета депутатов муниципального образования Тюхтетский район о бюджете и постановление о подпрограмме.</w:t>
      </w:r>
    </w:p>
    <w:p w:rsidR="008E54B8" w:rsidRPr="002E51BE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E54B8" w:rsidRPr="002E51BE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2.5. Оценка социально-экономической эффективности</w:t>
      </w:r>
    </w:p>
    <w:p w:rsidR="008E54B8" w:rsidRPr="002E51BE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Реализация мероприятий, предусмотренных подпрограммой, позволит:</w:t>
      </w:r>
    </w:p>
    <w:p w:rsidR="008E54B8" w:rsidRPr="002E51BE" w:rsidRDefault="008E54B8" w:rsidP="00EB5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содержание</w:t>
      </w:r>
      <w:r w:rsidRPr="002E51BE">
        <w:rPr>
          <w:rFonts w:ascii="Times New Roman" w:hAnsi="Times New Roman" w:cs="Times New Roman"/>
          <w:sz w:val="24"/>
          <w:szCs w:val="24"/>
        </w:rPr>
        <w:t xml:space="preserve"> автомобильных дорог общего пользования местного значения се</w:t>
      </w:r>
      <w:r>
        <w:rPr>
          <w:rFonts w:ascii="Times New Roman" w:hAnsi="Times New Roman" w:cs="Times New Roman"/>
          <w:sz w:val="24"/>
          <w:szCs w:val="24"/>
        </w:rPr>
        <w:t>льских поселений Тюхтетского района</w:t>
      </w:r>
      <w:r w:rsidRPr="002E51BE">
        <w:rPr>
          <w:rFonts w:ascii="Times New Roman" w:hAnsi="Times New Roman" w:cs="Times New Roman"/>
          <w:sz w:val="24"/>
          <w:szCs w:val="24"/>
        </w:rPr>
        <w:t>.</w:t>
      </w:r>
    </w:p>
    <w:p w:rsidR="008E54B8" w:rsidRPr="002E51BE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  <w:sectPr w:rsidR="008E54B8" w:rsidRPr="002E51BE" w:rsidSect="009F111B">
          <w:headerReference w:type="default" r:id="rId7"/>
          <w:pgSz w:w="11906" w:h="16838"/>
          <w:pgMar w:top="719" w:right="686" w:bottom="719" w:left="1320" w:header="709" w:footer="709" w:gutter="0"/>
          <w:cols w:space="708"/>
          <w:titlePg/>
          <w:docGrid w:linePitch="360"/>
        </w:sectPr>
      </w:pPr>
    </w:p>
    <w:p w:rsidR="008E54B8" w:rsidRPr="002E51BE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51BE">
        <w:rPr>
          <w:rFonts w:ascii="Times New Roman" w:hAnsi="Times New Roman" w:cs="Times New Roman"/>
          <w:sz w:val="24"/>
          <w:szCs w:val="24"/>
        </w:rPr>
        <w:t>2.6. Перечень мероприятий подпрограммы с указанием объема средств на их реализацию и ожидаемых результатов</w:t>
      </w:r>
    </w:p>
    <w:p w:rsidR="008E54B8" w:rsidRPr="002E51BE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288" w:type="dxa"/>
        <w:jc w:val="center"/>
        <w:tblLayout w:type="fixed"/>
        <w:tblLook w:val="00A0"/>
      </w:tblPr>
      <w:tblGrid>
        <w:gridCol w:w="3125"/>
        <w:gridCol w:w="1485"/>
        <w:gridCol w:w="923"/>
        <w:gridCol w:w="851"/>
        <w:gridCol w:w="1040"/>
        <w:gridCol w:w="675"/>
        <w:gridCol w:w="879"/>
        <w:gridCol w:w="877"/>
        <w:gridCol w:w="907"/>
        <w:gridCol w:w="897"/>
        <w:gridCol w:w="972"/>
        <w:gridCol w:w="2657"/>
      </w:tblGrid>
      <w:tr w:rsidR="008E54B8" w:rsidRPr="00C811C2" w:rsidTr="00D47777">
        <w:trPr>
          <w:trHeight w:val="675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 xml:space="preserve">ГРБС 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5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 xml:space="preserve">Расходы </w:t>
            </w:r>
            <w:r w:rsidRPr="00C811C2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руб.), годы</w:t>
            </w:r>
          </w:p>
        </w:tc>
        <w:tc>
          <w:tcPr>
            <w:tcW w:w="26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E54B8" w:rsidRPr="00C811C2" w:rsidTr="00D47777">
        <w:trPr>
          <w:trHeight w:val="1354"/>
          <w:jc w:val="center"/>
        </w:trPr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 xml:space="preserve">ВР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26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4B8" w:rsidRPr="00C811C2" w:rsidTr="00D47777">
        <w:trPr>
          <w:trHeight w:val="360"/>
          <w:jc w:val="center"/>
        </w:trPr>
        <w:tc>
          <w:tcPr>
            <w:tcW w:w="15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B8" w:rsidRPr="00C811C2" w:rsidRDefault="008E54B8" w:rsidP="000B3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Цель подпрограммы: Обеспечение сохранности и модернизации улично-дорожной сети на территории муниципального образования Тюхтетский район</w:t>
            </w:r>
          </w:p>
        </w:tc>
      </w:tr>
      <w:tr w:rsidR="008E54B8" w:rsidRPr="00C811C2" w:rsidTr="00D47777">
        <w:trPr>
          <w:trHeight w:val="360"/>
          <w:jc w:val="center"/>
        </w:trPr>
        <w:tc>
          <w:tcPr>
            <w:tcW w:w="15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B8" w:rsidRPr="00C811C2" w:rsidRDefault="008E54B8" w:rsidP="00360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Задача 1. Достижение требуемого технического и эксплуатационного состояния дорог общего пользования</w:t>
            </w:r>
          </w:p>
        </w:tc>
      </w:tr>
      <w:tr w:rsidR="008E54B8" w:rsidRPr="00C811C2" w:rsidTr="00D47777">
        <w:trPr>
          <w:trHeight w:val="300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1E26A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</w:t>
            </w: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54B8" w:rsidRPr="00C811C2" w:rsidRDefault="008E54B8" w:rsidP="001E26A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Долевое участие в финансировании расходов на содержание автомобильных дорог общего пользования местного значения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Администрация Тюхтетского района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C811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C811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118509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C811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2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Улучшение дорожного покрытия за счет произведенного ремонта</w:t>
            </w:r>
          </w:p>
        </w:tc>
      </w:tr>
      <w:tr w:rsidR="008E54B8" w:rsidRPr="00C811C2" w:rsidTr="00D47777">
        <w:trPr>
          <w:trHeight w:val="257"/>
          <w:jc w:val="center"/>
        </w:trPr>
        <w:tc>
          <w:tcPr>
            <w:tcW w:w="15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4B8" w:rsidRPr="00C811C2" w:rsidTr="00A9501C">
        <w:trPr>
          <w:trHeight w:val="300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F5626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2</w:t>
            </w: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54B8" w:rsidRPr="00C811C2" w:rsidRDefault="008E54B8" w:rsidP="00F5626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Субсидии сельсоветам на содержание дорог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Администрация Тюхтетского района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C811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C811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1117508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1340,5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C811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C811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1340,5</w:t>
            </w:r>
          </w:p>
        </w:tc>
        <w:tc>
          <w:tcPr>
            <w:tcW w:w="26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Улучшение дорожного покрытия за счет произведенного ремонта</w:t>
            </w:r>
          </w:p>
        </w:tc>
      </w:tr>
      <w:tr w:rsidR="008E54B8" w:rsidRPr="00C811C2" w:rsidTr="00C811C2">
        <w:trPr>
          <w:trHeight w:val="686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Тюхтетского района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1137491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C811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C811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26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4B8" w:rsidRPr="00C811C2" w:rsidTr="00D47777">
        <w:trPr>
          <w:trHeight w:val="686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7B11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4B8" w:rsidRPr="00C811C2" w:rsidRDefault="008E54B8" w:rsidP="007B11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4B8" w:rsidRPr="00C811C2" w:rsidRDefault="008E54B8" w:rsidP="007B11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4B8" w:rsidRPr="00C811C2" w:rsidRDefault="008E54B8" w:rsidP="007B11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4B8" w:rsidRPr="00C811C2" w:rsidRDefault="008E54B8" w:rsidP="007B11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4B8" w:rsidRPr="00C811C2" w:rsidRDefault="008E54B8" w:rsidP="007B11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7B11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11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1346,3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7B11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4B8" w:rsidRPr="00C811C2" w:rsidRDefault="008E54B8" w:rsidP="007B11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7B11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4B8" w:rsidRPr="00C811C2" w:rsidRDefault="008E54B8" w:rsidP="007B11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1358,7</w:t>
            </w:r>
          </w:p>
        </w:tc>
        <w:tc>
          <w:tcPr>
            <w:tcW w:w="2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4B8" w:rsidRPr="00C811C2" w:rsidRDefault="008E54B8" w:rsidP="002E51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E54B8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E54B8" w:rsidRDefault="008E54B8" w:rsidP="002E51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E54B8" w:rsidRPr="002E51BE" w:rsidRDefault="008E54B8" w:rsidP="009F111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8E54B8" w:rsidRPr="002E51BE" w:rsidSect="009F111B">
      <w:headerReference w:type="default" r:id="rId8"/>
      <w:pgSz w:w="16838" w:h="11906" w:orient="landscape"/>
      <w:pgMar w:top="1134" w:right="1134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4B8" w:rsidRDefault="008E54B8" w:rsidP="00937A51">
      <w:pPr>
        <w:spacing w:after="0" w:line="240" w:lineRule="auto"/>
      </w:pPr>
      <w:r>
        <w:separator/>
      </w:r>
    </w:p>
  </w:endnote>
  <w:endnote w:type="continuationSeparator" w:id="0">
    <w:p w:rsidR="008E54B8" w:rsidRDefault="008E54B8" w:rsidP="0093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4B8" w:rsidRDefault="008E54B8" w:rsidP="00937A51">
      <w:pPr>
        <w:spacing w:after="0" w:line="240" w:lineRule="auto"/>
      </w:pPr>
      <w:r>
        <w:separator/>
      </w:r>
    </w:p>
  </w:footnote>
  <w:footnote w:type="continuationSeparator" w:id="0">
    <w:p w:rsidR="008E54B8" w:rsidRDefault="008E54B8" w:rsidP="00937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4B8" w:rsidRDefault="008E54B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4B8" w:rsidRDefault="008E54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E1E1FF5"/>
    <w:multiLevelType w:val="multilevel"/>
    <w:tmpl w:val="6E1808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341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546621AC"/>
    <w:multiLevelType w:val="hybridMultilevel"/>
    <w:tmpl w:val="6512D57C"/>
    <w:lvl w:ilvl="0" w:tplc="8008256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087"/>
    <w:rsid w:val="000020EE"/>
    <w:rsid w:val="0000355D"/>
    <w:rsid w:val="00005710"/>
    <w:rsid w:val="0000624E"/>
    <w:rsid w:val="0001137A"/>
    <w:rsid w:val="00012101"/>
    <w:rsid w:val="000133E4"/>
    <w:rsid w:val="00016E29"/>
    <w:rsid w:val="00021417"/>
    <w:rsid w:val="00021823"/>
    <w:rsid w:val="00021EF3"/>
    <w:rsid w:val="0002464E"/>
    <w:rsid w:val="00032E96"/>
    <w:rsid w:val="000332EE"/>
    <w:rsid w:val="00034876"/>
    <w:rsid w:val="000404D1"/>
    <w:rsid w:val="00040DC7"/>
    <w:rsid w:val="00044A89"/>
    <w:rsid w:val="000463CC"/>
    <w:rsid w:val="0004746B"/>
    <w:rsid w:val="0004783A"/>
    <w:rsid w:val="00052B2D"/>
    <w:rsid w:val="00054345"/>
    <w:rsid w:val="00055D75"/>
    <w:rsid w:val="00062966"/>
    <w:rsid w:val="0006403E"/>
    <w:rsid w:val="0006748B"/>
    <w:rsid w:val="000676AC"/>
    <w:rsid w:val="00070CD9"/>
    <w:rsid w:val="00071AA8"/>
    <w:rsid w:val="0007261F"/>
    <w:rsid w:val="00072F07"/>
    <w:rsid w:val="00074F63"/>
    <w:rsid w:val="00080899"/>
    <w:rsid w:val="00084CEC"/>
    <w:rsid w:val="00084D83"/>
    <w:rsid w:val="00087FE6"/>
    <w:rsid w:val="0009265B"/>
    <w:rsid w:val="00092F07"/>
    <w:rsid w:val="000932F9"/>
    <w:rsid w:val="00093A11"/>
    <w:rsid w:val="00094A2E"/>
    <w:rsid w:val="000A26AE"/>
    <w:rsid w:val="000A4EB4"/>
    <w:rsid w:val="000A523B"/>
    <w:rsid w:val="000A65A4"/>
    <w:rsid w:val="000A737E"/>
    <w:rsid w:val="000B117C"/>
    <w:rsid w:val="000B38C1"/>
    <w:rsid w:val="000B6D75"/>
    <w:rsid w:val="000C16DF"/>
    <w:rsid w:val="000C31D0"/>
    <w:rsid w:val="000C47F8"/>
    <w:rsid w:val="000D0AE0"/>
    <w:rsid w:val="000E0168"/>
    <w:rsid w:val="000E0F50"/>
    <w:rsid w:val="000E18F2"/>
    <w:rsid w:val="000E45BE"/>
    <w:rsid w:val="000F2FF2"/>
    <w:rsid w:val="000F4FEF"/>
    <w:rsid w:val="000F54EF"/>
    <w:rsid w:val="000F5C62"/>
    <w:rsid w:val="000F66B1"/>
    <w:rsid w:val="00100096"/>
    <w:rsid w:val="00101958"/>
    <w:rsid w:val="0011043C"/>
    <w:rsid w:val="00111E2A"/>
    <w:rsid w:val="00112961"/>
    <w:rsid w:val="00131DFE"/>
    <w:rsid w:val="00134A42"/>
    <w:rsid w:val="001367E1"/>
    <w:rsid w:val="00140D78"/>
    <w:rsid w:val="001466E3"/>
    <w:rsid w:val="0014778E"/>
    <w:rsid w:val="0015158E"/>
    <w:rsid w:val="001544FA"/>
    <w:rsid w:val="0015570D"/>
    <w:rsid w:val="00160766"/>
    <w:rsid w:val="00160FE0"/>
    <w:rsid w:val="0016207A"/>
    <w:rsid w:val="00162AA8"/>
    <w:rsid w:val="001649E0"/>
    <w:rsid w:val="00164EDE"/>
    <w:rsid w:val="00170E2F"/>
    <w:rsid w:val="00172809"/>
    <w:rsid w:val="00175821"/>
    <w:rsid w:val="001760D7"/>
    <w:rsid w:val="0017745A"/>
    <w:rsid w:val="00181A42"/>
    <w:rsid w:val="001838CE"/>
    <w:rsid w:val="001841B2"/>
    <w:rsid w:val="001855E5"/>
    <w:rsid w:val="00190651"/>
    <w:rsid w:val="0019302B"/>
    <w:rsid w:val="00196E75"/>
    <w:rsid w:val="001A1232"/>
    <w:rsid w:val="001A2E3E"/>
    <w:rsid w:val="001A33AD"/>
    <w:rsid w:val="001A41BD"/>
    <w:rsid w:val="001A42BB"/>
    <w:rsid w:val="001B5374"/>
    <w:rsid w:val="001C0CBB"/>
    <w:rsid w:val="001C11CD"/>
    <w:rsid w:val="001C1592"/>
    <w:rsid w:val="001C5E23"/>
    <w:rsid w:val="001C7F44"/>
    <w:rsid w:val="001D0BA8"/>
    <w:rsid w:val="001D0D72"/>
    <w:rsid w:val="001D5D7E"/>
    <w:rsid w:val="001D66BB"/>
    <w:rsid w:val="001E0799"/>
    <w:rsid w:val="001E0B4C"/>
    <w:rsid w:val="001E1163"/>
    <w:rsid w:val="001E2303"/>
    <w:rsid w:val="001E23FC"/>
    <w:rsid w:val="001E26A3"/>
    <w:rsid w:val="001E3561"/>
    <w:rsid w:val="001E67E7"/>
    <w:rsid w:val="001E748D"/>
    <w:rsid w:val="001F00B1"/>
    <w:rsid w:val="001F3B7E"/>
    <w:rsid w:val="002004D4"/>
    <w:rsid w:val="002008EE"/>
    <w:rsid w:val="00200CDE"/>
    <w:rsid w:val="00200EF8"/>
    <w:rsid w:val="00200F5C"/>
    <w:rsid w:val="00202859"/>
    <w:rsid w:val="00202E36"/>
    <w:rsid w:val="00203D9E"/>
    <w:rsid w:val="00203E9D"/>
    <w:rsid w:val="00204FD7"/>
    <w:rsid w:val="0020786C"/>
    <w:rsid w:val="00212207"/>
    <w:rsid w:val="0021427A"/>
    <w:rsid w:val="00214915"/>
    <w:rsid w:val="002204DD"/>
    <w:rsid w:val="00222388"/>
    <w:rsid w:val="00223A95"/>
    <w:rsid w:val="00226E17"/>
    <w:rsid w:val="00231A1D"/>
    <w:rsid w:val="00231C61"/>
    <w:rsid w:val="0023470B"/>
    <w:rsid w:val="002404FD"/>
    <w:rsid w:val="00245E95"/>
    <w:rsid w:val="002533AC"/>
    <w:rsid w:val="00253D8A"/>
    <w:rsid w:val="0025475C"/>
    <w:rsid w:val="00261DA9"/>
    <w:rsid w:val="00262671"/>
    <w:rsid w:val="002636FA"/>
    <w:rsid w:val="00264AC9"/>
    <w:rsid w:val="00265059"/>
    <w:rsid w:val="002663D8"/>
    <w:rsid w:val="00270766"/>
    <w:rsid w:val="00271483"/>
    <w:rsid w:val="00277841"/>
    <w:rsid w:val="00277F79"/>
    <w:rsid w:val="002808B9"/>
    <w:rsid w:val="00285149"/>
    <w:rsid w:val="00286E7E"/>
    <w:rsid w:val="00287494"/>
    <w:rsid w:val="0029214E"/>
    <w:rsid w:val="00293A6A"/>
    <w:rsid w:val="00294B3B"/>
    <w:rsid w:val="00295321"/>
    <w:rsid w:val="002A36C2"/>
    <w:rsid w:val="002A7556"/>
    <w:rsid w:val="002A7B83"/>
    <w:rsid w:val="002B0565"/>
    <w:rsid w:val="002B0B68"/>
    <w:rsid w:val="002B14D1"/>
    <w:rsid w:val="002B17D0"/>
    <w:rsid w:val="002B195F"/>
    <w:rsid w:val="002B4B67"/>
    <w:rsid w:val="002C2BFB"/>
    <w:rsid w:val="002C3252"/>
    <w:rsid w:val="002C34C6"/>
    <w:rsid w:val="002D05E4"/>
    <w:rsid w:val="002D1C22"/>
    <w:rsid w:val="002D1F08"/>
    <w:rsid w:val="002D2895"/>
    <w:rsid w:val="002E0D7B"/>
    <w:rsid w:val="002E14B1"/>
    <w:rsid w:val="002E180A"/>
    <w:rsid w:val="002E51BE"/>
    <w:rsid w:val="002E6167"/>
    <w:rsid w:val="002F6F8D"/>
    <w:rsid w:val="00300C3C"/>
    <w:rsid w:val="003036E2"/>
    <w:rsid w:val="00303852"/>
    <w:rsid w:val="00306136"/>
    <w:rsid w:val="0030627B"/>
    <w:rsid w:val="00306AF6"/>
    <w:rsid w:val="00311C15"/>
    <w:rsid w:val="003130CC"/>
    <w:rsid w:val="00314700"/>
    <w:rsid w:val="00314BE2"/>
    <w:rsid w:val="00317028"/>
    <w:rsid w:val="0032192D"/>
    <w:rsid w:val="003221E2"/>
    <w:rsid w:val="00322262"/>
    <w:rsid w:val="0032341E"/>
    <w:rsid w:val="00330FDA"/>
    <w:rsid w:val="003355BF"/>
    <w:rsid w:val="0033673D"/>
    <w:rsid w:val="0033785E"/>
    <w:rsid w:val="00340B0E"/>
    <w:rsid w:val="00341B30"/>
    <w:rsid w:val="003455C0"/>
    <w:rsid w:val="00346525"/>
    <w:rsid w:val="00352E35"/>
    <w:rsid w:val="003543A1"/>
    <w:rsid w:val="00354E36"/>
    <w:rsid w:val="0035703F"/>
    <w:rsid w:val="00357977"/>
    <w:rsid w:val="00360CC9"/>
    <w:rsid w:val="003627D3"/>
    <w:rsid w:val="00366294"/>
    <w:rsid w:val="003765EB"/>
    <w:rsid w:val="003809EF"/>
    <w:rsid w:val="00383938"/>
    <w:rsid w:val="00385275"/>
    <w:rsid w:val="003875CD"/>
    <w:rsid w:val="00391E1A"/>
    <w:rsid w:val="003944CA"/>
    <w:rsid w:val="0039511C"/>
    <w:rsid w:val="00395817"/>
    <w:rsid w:val="003958B7"/>
    <w:rsid w:val="003A1D2E"/>
    <w:rsid w:val="003A33B9"/>
    <w:rsid w:val="003A50BC"/>
    <w:rsid w:val="003A7991"/>
    <w:rsid w:val="003C30C0"/>
    <w:rsid w:val="003C70DC"/>
    <w:rsid w:val="003D0B25"/>
    <w:rsid w:val="003D1A0D"/>
    <w:rsid w:val="003E567C"/>
    <w:rsid w:val="003E580E"/>
    <w:rsid w:val="003F2725"/>
    <w:rsid w:val="003F5F9F"/>
    <w:rsid w:val="00400697"/>
    <w:rsid w:val="00401FC2"/>
    <w:rsid w:val="004030AF"/>
    <w:rsid w:val="00403410"/>
    <w:rsid w:val="004068AA"/>
    <w:rsid w:val="00415293"/>
    <w:rsid w:val="00432E8F"/>
    <w:rsid w:val="00435D6C"/>
    <w:rsid w:val="00435DF6"/>
    <w:rsid w:val="0043720D"/>
    <w:rsid w:val="004521AB"/>
    <w:rsid w:val="0045542A"/>
    <w:rsid w:val="00457233"/>
    <w:rsid w:val="00464A46"/>
    <w:rsid w:val="00471837"/>
    <w:rsid w:val="00474F63"/>
    <w:rsid w:val="00475DFC"/>
    <w:rsid w:val="00480000"/>
    <w:rsid w:val="004804C2"/>
    <w:rsid w:val="004950D6"/>
    <w:rsid w:val="004A1D0A"/>
    <w:rsid w:val="004A6717"/>
    <w:rsid w:val="004A7EAE"/>
    <w:rsid w:val="004B1E7E"/>
    <w:rsid w:val="004B32CB"/>
    <w:rsid w:val="004C060C"/>
    <w:rsid w:val="004C4649"/>
    <w:rsid w:val="004C6584"/>
    <w:rsid w:val="004C79FA"/>
    <w:rsid w:val="004D2043"/>
    <w:rsid w:val="004D2990"/>
    <w:rsid w:val="004D5E5A"/>
    <w:rsid w:val="004E1717"/>
    <w:rsid w:val="004E4A59"/>
    <w:rsid w:val="004E7C21"/>
    <w:rsid w:val="004E7DC1"/>
    <w:rsid w:val="004F3AC9"/>
    <w:rsid w:val="004F64A4"/>
    <w:rsid w:val="004F6FB3"/>
    <w:rsid w:val="00500E2B"/>
    <w:rsid w:val="005017E4"/>
    <w:rsid w:val="00507B25"/>
    <w:rsid w:val="0052010C"/>
    <w:rsid w:val="00520EC9"/>
    <w:rsid w:val="00520F8B"/>
    <w:rsid w:val="00521817"/>
    <w:rsid w:val="005230DF"/>
    <w:rsid w:val="0052779E"/>
    <w:rsid w:val="00530FDE"/>
    <w:rsid w:val="0053196E"/>
    <w:rsid w:val="00533C50"/>
    <w:rsid w:val="00537087"/>
    <w:rsid w:val="00540C39"/>
    <w:rsid w:val="00544049"/>
    <w:rsid w:val="005447FF"/>
    <w:rsid w:val="0054571C"/>
    <w:rsid w:val="005469CE"/>
    <w:rsid w:val="00546E6A"/>
    <w:rsid w:val="0054777C"/>
    <w:rsid w:val="0055336B"/>
    <w:rsid w:val="00553B00"/>
    <w:rsid w:val="00554F86"/>
    <w:rsid w:val="005558DB"/>
    <w:rsid w:val="005647E1"/>
    <w:rsid w:val="00565002"/>
    <w:rsid w:val="00566565"/>
    <w:rsid w:val="00566D3B"/>
    <w:rsid w:val="0057012B"/>
    <w:rsid w:val="00576BFE"/>
    <w:rsid w:val="005812A7"/>
    <w:rsid w:val="00581B2D"/>
    <w:rsid w:val="005821EA"/>
    <w:rsid w:val="0058397B"/>
    <w:rsid w:val="00585FED"/>
    <w:rsid w:val="005863D0"/>
    <w:rsid w:val="00587714"/>
    <w:rsid w:val="005906C3"/>
    <w:rsid w:val="00591AE0"/>
    <w:rsid w:val="00595C85"/>
    <w:rsid w:val="0059665E"/>
    <w:rsid w:val="00596C8A"/>
    <w:rsid w:val="005A6286"/>
    <w:rsid w:val="005B0006"/>
    <w:rsid w:val="005B30E3"/>
    <w:rsid w:val="005B33DF"/>
    <w:rsid w:val="005B6911"/>
    <w:rsid w:val="005C09AD"/>
    <w:rsid w:val="005C136B"/>
    <w:rsid w:val="005C24A6"/>
    <w:rsid w:val="005C42CA"/>
    <w:rsid w:val="005C4319"/>
    <w:rsid w:val="005D1BDE"/>
    <w:rsid w:val="005D21A8"/>
    <w:rsid w:val="005D2AE3"/>
    <w:rsid w:val="005D2F60"/>
    <w:rsid w:val="005D37EB"/>
    <w:rsid w:val="005D419A"/>
    <w:rsid w:val="005D4431"/>
    <w:rsid w:val="005D52A3"/>
    <w:rsid w:val="005D62AB"/>
    <w:rsid w:val="005E0782"/>
    <w:rsid w:val="005E3678"/>
    <w:rsid w:val="005E5DB6"/>
    <w:rsid w:val="005E6574"/>
    <w:rsid w:val="005E7E31"/>
    <w:rsid w:val="005F1145"/>
    <w:rsid w:val="005F1455"/>
    <w:rsid w:val="005F182F"/>
    <w:rsid w:val="005F2EAD"/>
    <w:rsid w:val="006051A7"/>
    <w:rsid w:val="006057BA"/>
    <w:rsid w:val="00611066"/>
    <w:rsid w:val="00612FB8"/>
    <w:rsid w:val="00613EB4"/>
    <w:rsid w:val="00616336"/>
    <w:rsid w:val="006168C7"/>
    <w:rsid w:val="00616F06"/>
    <w:rsid w:val="0062008D"/>
    <w:rsid w:val="0062021B"/>
    <w:rsid w:val="00621D6B"/>
    <w:rsid w:val="00623417"/>
    <w:rsid w:val="00625CF9"/>
    <w:rsid w:val="00626DD1"/>
    <w:rsid w:val="00626E0F"/>
    <w:rsid w:val="0063033D"/>
    <w:rsid w:val="0063088C"/>
    <w:rsid w:val="00634A66"/>
    <w:rsid w:val="0064245F"/>
    <w:rsid w:val="006463DA"/>
    <w:rsid w:val="00652F52"/>
    <w:rsid w:val="0065306E"/>
    <w:rsid w:val="0065705E"/>
    <w:rsid w:val="0066335C"/>
    <w:rsid w:val="0066370C"/>
    <w:rsid w:val="00664083"/>
    <w:rsid w:val="00667C87"/>
    <w:rsid w:val="0067794C"/>
    <w:rsid w:val="0068047C"/>
    <w:rsid w:val="006841B2"/>
    <w:rsid w:val="00684926"/>
    <w:rsid w:val="00686E34"/>
    <w:rsid w:val="006908D8"/>
    <w:rsid w:val="00693AE7"/>
    <w:rsid w:val="006951B6"/>
    <w:rsid w:val="006A4B0D"/>
    <w:rsid w:val="006B0D1E"/>
    <w:rsid w:val="006B0E2E"/>
    <w:rsid w:val="006B23C2"/>
    <w:rsid w:val="006B3452"/>
    <w:rsid w:val="006B3A55"/>
    <w:rsid w:val="006B4DAA"/>
    <w:rsid w:val="006B5CC2"/>
    <w:rsid w:val="006C039A"/>
    <w:rsid w:val="006C24F4"/>
    <w:rsid w:val="006D270A"/>
    <w:rsid w:val="006D27FF"/>
    <w:rsid w:val="006D2A1E"/>
    <w:rsid w:val="006D4971"/>
    <w:rsid w:val="006D6F1C"/>
    <w:rsid w:val="006E03DD"/>
    <w:rsid w:val="006E0B7B"/>
    <w:rsid w:val="006E2F06"/>
    <w:rsid w:val="006E5A30"/>
    <w:rsid w:val="006F15E8"/>
    <w:rsid w:val="006F3DAB"/>
    <w:rsid w:val="006F7C0A"/>
    <w:rsid w:val="006F7C2B"/>
    <w:rsid w:val="00700CA3"/>
    <w:rsid w:val="0070482A"/>
    <w:rsid w:val="00706C34"/>
    <w:rsid w:val="00711556"/>
    <w:rsid w:val="0071537F"/>
    <w:rsid w:val="00716278"/>
    <w:rsid w:val="0071673A"/>
    <w:rsid w:val="00721E30"/>
    <w:rsid w:val="00722F6E"/>
    <w:rsid w:val="00725872"/>
    <w:rsid w:val="00726A3D"/>
    <w:rsid w:val="0073137E"/>
    <w:rsid w:val="00733E21"/>
    <w:rsid w:val="0073703D"/>
    <w:rsid w:val="00741E0B"/>
    <w:rsid w:val="007433D8"/>
    <w:rsid w:val="00746952"/>
    <w:rsid w:val="00751998"/>
    <w:rsid w:val="007541B6"/>
    <w:rsid w:val="007551B1"/>
    <w:rsid w:val="00755F33"/>
    <w:rsid w:val="00757C1A"/>
    <w:rsid w:val="00761A88"/>
    <w:rsid w:val="00764A41"/>
    <w:rsid w:val="00766854"/>
    <w:rsid w:val="007704C2"/>
    <w:rsid w:val="0077242B"/>
    <w:rsid w:val="007755A6"/>
    <w:rsid w:val="00777EF6"/>
    <w:rsid w:val="00782442"/>
    <w:rsid w:val="007827C2"/>
    <w:rsid w:val="007876EB"/>
    <w:rsid w:val="00787A8D"/>
    <w:rsid w:val="00791959"/>
    <w:rsid w:val="0079251D"/>
    <w:rsid w:val="007926AF"/>
    <w:rsid w:val="00793D6C"/>
    <w:rsid w:val="007A738F"/>
    <w:rsid w:val="007A75F9"/>
    <w:rsid w:val="007A78CE"/>
    <w:rsid w:val="007B1191"/>
    <w:rsid w:val="007B1EB0"/>
    <w:rsid w:val="007B1FF7"/>
    <w:rsid w:val="007B60FE"/>
    <w:rsid w:val="007C24D3"/>
    <w:rsid w:val="007C3954"/>
    <w:rsid w:val="007C5BBA"/>
    <w:rsid w:val="007C6E57"/>
    <w:rsid w:val="007D0ECE"/>
    <w:rsid w:val="007D142E"/>
    <w:rsid w:val="007D2D75"/>
    <w:rsid w:val="007D5361"/>
    <w:rsid w:val="007D5F49"/>
    <w:rsid w:val="007E060C"/>
    <w:rsid w:val="007E7975"/>
    <w:rsid w:val="007F1B7D"/>
    <w:rsid w:val="007F34EC"/>
    <w:rsid w:val="007F37AA"/>
    <w:rsid w:val="007F3860"/>
    <w:rsid w:val="007F51CD"/>
    <w:rsid w:val="007F6347"/>
    <w:rsid w:val="007F6F7A"/>
    <w:rsid w:val="0080438A"/>
    <w:rsid w:val="00804EB3"/>
    <w:rsid w:val="00806ED2"/>
    <w:rsid w:val="00807139"/>
    <w:rsid w:val="00814C7D"/>
    <w:rsid w:val="00820CB2"/>
    <w:rsid w:val="00820EA0"/>
    <w:rsid w:val="0082402A"/>
    <w:rsid w:val="00830470"/>
    <w:rsid w:val="00833F27"/>
    <w:rsid w:val="00845120"/>
    <w:rsid w:val="0085074B"/>
    <w:rsid w:val="00850C14"/>
    <w:rsid w:val="00854487"/>
    <w:rsid w:val="008555A0"/>
    <w:rsid w:val="00860775"/>
    <w:rsid w:val="00860FB1"/>
    <w:rsid w:val="0087050A"/>
    <w:rsid w:val="00875D48"/>
    <w:rsid w:val="00880810"/>
    <w:rsid w:val="0088257B"/>
    <w:rsid w:val="00882795"/>
    <w:rsid w:val="0088411C"/>
    <w:rsid w:val="00886ECC"/>
    <w:rsid w:val="00892485"/>
    <w:rsid w:val="0089323E"/>
    <w:rsid w:val="00894D52"/>
    <w:rsid w:val="008952FB"/>
    <w:rsid w:val="00896A7C"/>
    <w:rsid w:val="00896B85"/>
    <w:rsid w:val="008A0262"/>
    <w:rsid w:val="008A20C9"/>
    <w:rsid w:val="008A4086"/>
    <w:rsid w:val="008A44CA"/>
    <w:rsid w:val="008A4CF4"/>
    <w:rsid w:val="008A764E"/>
    <w:rsid w:val="008B0821"/>
    <w:rsid w:val="008B08A8"/>
    <w:rsid w:val="008B391C"/>
    <w:rsid w:val="008B4B9A"/>
    <w:rsid w:val="008B61D2"/>
    <w:rsid w:val="008B73B2"/>
    <w:rsid w:val="008D0A5D"/>
    <w:rsid w:val="008D2016"/>
    <w:rsid w:val="008D2E82"/>
    <w:rsid w:val="008D602C"/>
    <w:rsid w:val="008E151D"/>
    <w:rsid w:val="008E54B8"/>
    <w:rsid w:val="008F1930"/>
    <w:rsid w:val="008F2036"/>
    <w:rsid w:val="008F65D1"/>
    <w:rsid w:val="009000F4"/>
    <w:rsid w:val="00900906"/>
    <w:rsid w:val="009028BA"/>
    <w:rsid w:val="00904BBA"/>
    <w:rsid w:val="00906C03"/>
    <w:rsid w:val="009140AA"/>
    <w:rsid w:val="0091492B"/>
    <w:rsid w:val="009164E3"/>
    <w:rsid w:val="00917590"/>
    <w:rsid w:val="0092312A"/>
    <w:rsid w:val="00935F29"/>
    <w:rsid w:val="00937A51"/>
    <w:rsid w:val="00937BE1"/>
    <w:rsid w:val="00937CA6"/>
    <w:rsid w:val="00945F3E"/>
    <w:rsid w:val="00947885"/>
    <w:rsid w:val="0095095F"/>
    <w:rsid w:val="00950DFE"/>
    <w:rsid w:val="00952D6D"/>
    <w:rsid w:val="00954F5D"/>
    <w:rsid w:val="00956098"/>
    <w:rsid w:val="00957109"/>
    <w:rsid w:val="00957F2C"/>
    <w:rsid w:val="009611D8"/>
    <w:rsid w:val="009612CA"/>
    <w:rsid w:val="0096225E"/>
    <w:rsid w:val="0096635F"/>
    <w:rsid w:val="00966E43"/>
    <w:rsid w:val="009766AE"/>
    <w:rsid w:val="00977335"/>
    <w:rsid w:val="009814ED"/>
    <w:rsid w:val="00993976"/>
    <w:rsid w:val="00993B29"/>
    <w:rsid w:val="009A34ED"/>
    <w:rsid w:val="009A4030"/>
    <w:rsid w:val="009A41C4"/>
    <w:rsid w:val="009A4691"/>
    <w:rsid w:val="009A598F"/>
    <w:rsid w:val="009A71F8"/>
    <w:rsid w:val="009B40F2"/>
    <w:rsid w:val="009C0E2E"/>
    <w:rsid w:val="009C3157"/>
    <w:rsid w:val="009C40C0"/>
    <w:rsid w:val="009C5773"/>
    <w:rsid w:val="009D0746"/>
    <w:rsid w:val="009D1DB3"/>
    <w:rsid w:val="009D2640"/>
    <w:rsid w:val="009D2711"/>
    <w:rsid w:val="009E1ECF"/>
    <w:rsid w:val="009E4223"/>
    <w:rsid w:val="009E5B08"/>
    <w:rsid w:val="009E5E29"/>
    <w:rsid w:val="009E6AC5"/>
    <w:rsid w:val="009F0BAA"/>
    <w:rsid w:val="009F111B"/>
    <w:rsid w:val="00A0266C"/>
    <w:rsid w:val="00A04E87"/>
    <w:rsid w:val="00A0545A"/>
    <w:rsid w:val="00A063FF"/>
    <w:rsid w:val="00A07217"/>
    <w:rsid w:val="00A14DC4"/>
    <w:rsid w:val="00A151B9"/>
    <w:rsid w:val="00A154CC"/>
    <w:rsid w:val="00A1661A"/>
    <w:rsid w:val="00A16F5A"/>
    <w:rsid w:val="00A208A5"/>
    <w:rsid w:val="00A21C75"/>
    <w:rsid w:val="00A22DBE"/>
    <w:rsid w:val="00A268AA"/>
    <w:rsid w:val="00A301F9"/>
    <w:rsid w:val="00A30830"/>
    <w:rsid w:val="00A32AB7"/>
    <w:rsid w:val="00A33A67"/>
    <w:rsid w:val="00A33B9E"/>
    <w:rsid w:val="00A355DB"/>
    <w:rsid w:val="00A36B14"/>
    <w:rsid w:val="00A372F3"/>
    <w:rsid w:val="00A4158D"/>
    <w:rsid w:val="00A4413E"/>
    <w:rsid w:val="00A441D8"/>
    <w:rsid w:val="00A45CD5"/>
    <w:rsid w:val="00A45EF8"/>
    <w:rsid w:val="00A47243"/>
    <w:rsid w:val="00A5327F"/>
    <w:rsid w:val="00A552A5"/>
    <w:rsid w:val="00A60BA5"/>
    <w:rsid w:val="00A62451"/>
    <w:rsid w:val="00A638DB"/>
    <w:rsid w:val="00A63A11"/>
    <w:rsid w:val="00A63A6E"/>
    <w:rsid w:val="00A63D17"/>
    <w:rsid w:val="00A713A3"/>
    <w:rsid w:val="00A76AA7"/>
    <w:rsid w:val="00A77DC6"/>
    <w:rsid w:val="00A808ED"/>
    <w:rsid w:val="00A809B0"/>
    <w:rsid w:val="00A855D6"/>
    <w:rsid w:val="00A910E9"/>
    <w:rsid w:val="00A92009"/>
    <w:rsid w:val="00A92220"/>
    <w:rsid w:val="00A93A8B"/>
    <w:rsid w:val="00A9501C"/>
    <w:rsid w:val="00A959BD"/>
    <w:rsid w:val="00A96594"/>
    <w:rsid w:val="00A97286"/>
    <w:rsid w:val="00AA055B"/>
    <w:rsid w:val="00AA1896"/>
    <w:rsid w:val="00AA2686"/>
    <w:rsid w:val="00AA3D2D"/>
    <w:rsid w:val="00AA4125"/>
    <w:rsid w:val="00AA4E4E"/>
    <w:rsid w:val="00AA5F2D"/>
    <w:rsid w:val="00AA6370"/>
    <w:rsid w:val="00AA7776"/>
    <w:rsid w:val="00AB017C"/>
    <w:rsid w:val="00AB0B28"/>
    <w:rsid w:val="00AB17FF"/>
    <w:rsid w:val="00AB1F79"/>
    <w:rsid w:val="00AB4601"/>
    <w:rsid w:val="00AB7223"/>
    <w:rsid w:val="00AB7699"/>
    <w:rsid w:val="00AC1E1E"/>
    <w:rsid w:val="00AC4208"/>
    <w:rsid w:val="00AC4510"/>
    <w:rsid w:val="00AC5695"/>
    <w:rsid w:val="00AC79F7"/>
    <w:rsid w:val="00AD6523"/>
    <w:rsid w:val="00AE06B5"/>
    <w:rsid w:val="00AE2D69"/>
    <w:rsid w:val="00AE6594"/>
    <w:rsid w:val="00AE74D6"/>
    <w:rsid w:val="00AE756B"/>
    <w:rsid w:val="00AF0A02"/>
    <w:rsid w:val="00AF2E55"/>
    <w:rsid w:val="00AF59FC"/>
    <w:rsid w:val="00B05D91"/>
    <w:rsid w:val="00B05FE6"/>
    <w:rsid w:val="00B0623E"/>
    <w:rsid w:val="00B0680F"/>
    <w:rsid w:val="00B10DE5"/>
    <w:rsid w:val="00B1217C"/>
    <w:rsid w:val="00B152EA"/>
    <w:rsid w:val="00B20140"/>
    <w:rsid w:val="00B21840"/>
    <w:rsid w:val="00B2192C"/>
    <w:rsid w:val="00B3031E"/>
    <w:rsid w:val="00B35680"/>
    <w:rsid w:val="00B35AE1"/>
    <w:rsid w:val="00B44435"/>
    <w:rsid w:val="00B46F7D"/>
    <w:rsid w:val="00B479BB"/>
    <w:rsid w:val="00B544CF"/>
    <w:rsid w:val="00B5583A"/>
    <w:rsid w:val="00B62290"/>
    <w:rsid w:val="00B627C6"/>
    <w:rsid w:val="00B635C5"/>
    <w:rsid w:val="00B63FD0"/>
    <w:rsid w:val="00B645A2"/>
    <w:rsid w:val="00B65A8A"/>
    <w:rsid w:val="00B708C5"/>
    <w:rsid w:val="00B726AB"/>
    <w:rsid w:val="00B73CA2"/>
    <w:rsid w:val="00B74A8A"/>
    <w:rsid w:val="00B754BC"/>
    <w:rsid w:val="00B86187"/>
    <w:rsid w:val="00B86424"/>
    <w:rsid w:val="00BA188A"/>
    <w:rsid w:val="00BA2279"/>
    <w:rsid w:val="00BA256A"/>
    <w:rsid w:val="00BA684B"/>
    <w:rsid w:val="00BB0267"/>
    <w:rsid w:val="00BB2237"/>
    <w:rsid w:val="00BB7449"/>
    <w:rsid w:val="00BB7556"/>
    <w:rsid w:val="00BC29B5"/>
    <w:rsid w:val="00BD09A6"/>
    <w:rsid w:val="00BD1E75"/>
    <w:rsid w:val="00BD261C"/>
    <w:rsid w:val="00BD2916"/>
    <w:rsid w:val="00BE2968"/>
    <w:rsid w:val="00BE7A1E"/>
    <w:rsid w:val="00BF4938"/>
    <w:rsid w:val="00BF5A29"/>
    <w:rsid w:val="00BF63B2"/>
    <w:rsid w:val="00C02B3A"/>
    <w:rsid w:val="00C05244"/>
    <w:rsid w:val="00C06CF5"/>
    <w:rsid w:val="00C076F2"/>
    <w:rsid w:val="00C1141C"/>
    <w:rsid w:val="00C16714"/>
    <w:rsid w:val="00C17C0F"/>
    <w:rsid w:val="00C26AE0"/>
    <w:rsid w:val="00C308A7"/>
    <w:rsid w:val="00C308AA"/>
    <w:rsid w:val="00C32478"/>
    <w:rsid w:val="00C328E9"/>
    <w:rsid w:val="00C32A02"/>
    <w:rsid w:val="00C32AC2"/>
    <w:rsid w:val="00C33571"/>
    <w:rsid w:val="00C34008"/>
    <w:rsid w:val="00C3467B"/>
    <w:rsid w:val="00C3470A"/>
    <w:rsid w:val="00C3618D"/>
    <w:rsid w:val="00C40DA0"/>
    <w:rsid w:val="00C40E1D"/>
    <w:rsid w:val="00C42488"/>
    <w:rsid w:val="00C425DD"/>
    <w:rsid w:val="00C43604"/>
    <w:rsid w:val="00C44328"/>
    <w:rsid w:val="00C44AAB"/>
    <w:rsid w:val="00C4543B"/>
    <w:rsid w:val="00C46FE1"/>
    <w:rsid w:val="00C47324"/>
    <w:rsid w:val="00C51D6C"/>
    <w:rsid w:val="00C52455"/>
    <w:rsid w:val="00C63518"/>
    <w:rsid w:val="00C66C44"/>
    <w:rsid w:val="00C66D07"/>
    <w:rsid w:val="00C7168A"/>
    <w:rsid w:val="00C7356A"/>
    <w:rsid w:val="00C74EFA"/>
    <w:rsid w:val="00C764AD"/>
    <w:rsid w:val="00C811C2"/>
    <w:rsid w:val="00C86159"/>
    <w:rsid w:val="00CA2FCA"/>
    <w:rsid w:val="00CA3C1C"/>
    <w:rsid w:val="00CA55C9"/>
    <w:rsid w:val="00CA5E1A"/>
    <w:rsid w:val="00CC304F"/>
    <w:rsid w:val="00CC6EB2"/>
    <w:rsid w:val="00CC724C"/>
    <w:rsid w:val="00CD5DCA"/>
    <w:rsid w:val="00CD685B"/>
    <w:rsid w:val="00CD7E7C"/>
    <w:rsid w:val="00CE5200"/>
    <w:rsid w:val="00CE6AFE"/>
    <w:rsid w:val="00CE736F"/>
    <w:rsid w:val="00CE7BD8"/>
    <w:rsid w:val="00CF1A7D"/>
    <w:rsid w:val="00CF5330"/>
    <w:rsid w:val="00CF78A2"/>
    <w:rsid w:val="00D02B22"/>
    <w:rsid w:val="00D034FD"/>
    <w:rsid w:val="00D0423B"/>
    <w:rsid w:val="00D04D0A"/>
    <w:rsid w:val="00D0548C"/>
    <w:rsid w:val="00D0577B"/>
    <w:rsid w:val="00D06753"/>
    <w:rsid w:val="00D14D3D"/>
    <w:rsid w:val="00D17399"/>
    <w:rsid w:val="00D22343"/>
    <w:rsid w:val="00D25D62"/>
    <w:rsid w:val="00D269B0"/>
    <w:rsid w:val="00D26A9C"/>
    <w:rsid w:val="00D27D90"/>
    <w:rsid w:val="00D30682"/>
    <w:rsid w:val="00D313ED"/>
    <w:rsid w:val="00D33795"/>
    <w:rsid w:val="00D33C3B"/>
    <w:rsid w:val="00D34E50"/>
    <w:rsid w:val="00D352AB"/>
    <w:rsid w:val="00D411AF"/>
    <w:rsid w:val="00D4173E"/>
    <w:rsid w:val="00D42019"/>
    <w:rsid w:val="00D46DDC"/>
    <w:rsid w:val="00D47294"/>
    <w:rsid w:val="00D47777"/>
    <w:rsid w:val="00D50346"/>
    <w:rsid w:val="00D55E72"/>
    <w:rsid w:val="00D572D3"/>
    <w:rsid w:val="00D57538"/>
    <w:rsid w:val="00D64DA5"/>
    <w:rsid w:val="00D66342"/>
    <w:rsid w:val="00D67EDA"/>
    <w:rsid w:val="00D76FD7"/>
    <w:rsid w:val="00D80DB1"/>
    <w:rsid w:val="00D819DF"/>
    <w:rsid w:val="00D82B43"/>
    <w:rsid w:val="00D86E79"/>
    <w:rsid w:val="00D9319E"/>
    <w:rsid w:val="00D9427F"/>
    <w:rsid w:val="00D9483F"/>
    <w:rsid w:val="00D97F8E"/>
    <w:rsid w:val="00DA1FF0"/>
    <w:rsid w:val="00DA2F86"/>
    <w:rsid w:val="00DA5CB7"/>
    <w:rsid w:val="00DB0158"/>
    <w:rsid w:val="00DB2761"/>
    <w:rsid w:val="00DB329A"/>
    <w:rsid w:val="00DB408D"/>
    <w:rsid w:val="00DB56FC"/>
    <w:rsid w:val="00DC288F"/>
    <w:rsid w:val="00DC722E"/>
    <w:rsid w:val="00DD02E1"/>
    <w:rsid w:val="00DD2625"/>
    <w:rsid w:val="00DD3CF2"/>
    <w:rsid w:val="00DD5319"/>
    <w:rsid w:val="00DD565F"/>
    <w:rsid w:val="00DD5E36"/>
    <w:rsid w:val="00DD652A"/>
    <w:rsid w:val="00DD7903"/>
    <w:rsid w:val="00DE3372"/>
    <w:rsid w:val="00DE38E6"/>
    <w:rsid w:val="00DE44B7"/>
    <w:rsid w:val="00DF005E"/>
    <w:rsid w:val="00DF0AB0"/>
    <w:rsid w:val="00DF603D"/>
    <w:rsid w:val="00DF6F2E"/>
    <w:rsid w:val="00E023E4"/>
    <w:rsid w:val="00E06383"/>
    <w:rsid w:val="00E06ED8"/>
    <w:rsid w:val="00E11E65"/>
    <w:rsid w:val="00E12FF9"/>
    <w:rsid w:val="00E15924"/>
    <w:rsid w:val="00E16A47"/>
    <w:rsid w:val="00E248F1"/>
    <w:rsid w:val="00E27F9F"/>
    <w:rsid w:val="00E301D3"/>
    <w:rsid w:val="00E30AAF"/>
    <w:rsid w:val="00E33F47"/>
    <w:rsid w:val="00E35369"/>
    <w:rsid w:val="00E357EF"/>
    <w:rsid w:val="00E4060E"/>
    <w:rsid w:val="00E43990"/>
    <w:rsid w:val="00E443AC"/>
    <w:rsid w:val="00E4641F"/>
    <w:rsid w:val="00E47BB3"/>
    <w:rsid w:val="00E53044"/>
    <w:rsid w:val="00E54AE5"/>
    <w:rsid w:val="00E563B6"/>
    <w:rsid w:val="00E63743"/>
    <w:rsid w:val="00E65ABF"/>
    <w:rsid w:val="00E73D5E"/>
    <w:rsid w:val="00E75022"/>
    <w:rsid w:val="00E7578E"/>
    <w:rsid w:val="00E762C0"/>
    <w:rsid w:val="00E81D24"/>
    <w:rsid w:val="00E85113"/>
    <w:rsid w:val="00E90221"/>
    <w:rsid w:val="00E9102E"/>
    <w:rsid w:val="00E927B8"/>
    <w:rsid w:val="00E93DF8"/>
    <w:rsid w:val="00E948FB"/>
    <w:rsid w:val="00EA03E1"/>
    <w:rsid w:val="00EA2D8D"/>
    <w:rsid w:val="00EA30BE"/>
    <w:rsid w:val="00EA3250"/>
    <w:rsid w:val="00EA36DD"/>
    <w:rsid w:val="00EA4B06"/>
    <w:rsid w:val="00EA75B1"/>
    <w:rsid w:val="00EB1593"/>
    <w:rsid w:val="00EB41EF"/>
    <w:rsid w:val="00EB5342"/>
    <w:rsid w:val="00EB5CB1"/>
    <w:rsid w:val="00EB6F86"/>
    <w:rsid w:val="00EC6F69"/>
    <w:rsid w:val="00ED0D50"/>
    <w:rsid w:val="00ED26B1"/>
    <w:rsid w:val="00ED5D7D"/>
    <w:rsid w:val="00ED6662"/>
    <w:rsid w:val="00ED7E3E"/>
    <w:rsid w:val="00EE0E7F"/>
    <w:rsid w:val="00EE3343"/>
    <w:rsid w:val="00EE37C0"/>
    <w:rsid w:val="00EE4203"/>
    <w:rsid w:val="00EE4D50"/>
    <w:rsid w:val="00EE6D6A"/>
    <w:rsid w:val="00EE7C79"/>
    <w:rsid w:val="00EE7FB6"/>
    <w:rsid w:val="00EF01F3"/>
    <w:rsid w:val="00EF089B"/>
    <w:rsid w:val="00EF0AC7"/>
    <w:rsid w:val="00EF25A4"/>
    <w:rsid w:val="00EF3DE6"/>
    <w:rsid w:val="00EF46A0"/>
    <w:rsid w:val="00F016D1"/>
    <w:rsid w:val="00F04EF2"/>
    <w:rsid w:val="00F05693"/>
    <w:rsid w:val="00F067A4"/>
    <w:rsid w:val="00F072CD"/>
    <w:rsid w:val="00F07512"/>
    <w:rsid w:val="00F07705"/>
    <w:rsid w:val="00F10CA8"/>
    <w:rsid w:val="00F14CBF"/>
    <w:rsid w:val="00F17904"/>
    <w:rsid w:val="00F23CD2"/>
    <w:rsid w:val="00F3242A"/>
    <w:rsid w:val="00F40C11"/>
    <w:rsid w:val="00F42413"/>
    <w:rsid w:val="00F453FE"/>
    <w:rsid w:val="00F46FE9"/>
    <w:rsid w:val="00F5261C"/>
    <w:rsid w:val="00F530CD"/>
    <w:rsid w:val="00F56264"/>
    <w:rsid w:val="00F56A0C"/>
    <w:rsid w:val="00F61B4F"/>
    <w:rsid w:val="00F6390D"/>
    <w:rsid w:val="00F65A23"/>
    <w:rsid w:val="00F76113"/>
    <w:rsid w:val="00F7794A"/>
    <w:rsid w:val="00F825A6"/>
    <w:rsid w:val="00F84F85"/>
    <w:rsid w:val="00F87A2B"/>
    <w:rsid w:val="00F91D14"/>
    <w:rsid w:val="00F92B4E"/>
    <w:rsid w:val="00F92F9F"/>
    <w:rsid w:val="00FA4DBF"/>
    <w:rsid w:val="00FA525A"/>
    <w:rsid w:val="00FA52C2"/>
    <w:rsid w:val="00FA5F41"/>
    <w:rsid w:val="00FA633B"/>
    <w:rsid w:val="00FA668B"/>
    <w:rsid w:val="00FA729E"/>
    <w:rsid w:val="00FA7931"/>
    <w:rsid w:val="00FB326D"/>
    <w:rsid w:val="00FB3AD4"/>
    <w:rsid w:val="00FB4F89"/>
    <w:rsid w:val="00FB6B3D"/>
    <w:rsid w:val="00FC00DD"/>
    <w:rsid w:val="00FC260A"/>
    <w:rsid w:val="00FC2BA6"/>
    <w:rsid w:val="00FC45C2"/>
    <w:rsid w:val="00FD30A0"/>
    <w:rsid w:val="00FD3B32"/>
    <w:rsid w:val="00FD4288"/>
    <w:rsid w:val="00FE0343"/>
    <w:rsid w:val="00FE0CA8"/>
    <w:rsid w:val="00FE0F29"/>
    <w:rsid w:val="00FE14CC"/>
    <w:rsid w:val="00FE1E21"/>
    <w:rsid w:val="00FE6AFA"/>
    <w:rsid w:val="00FF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BA8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C7F44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7F44"/>
    <w:rPr>
      <w:rFonts w:ascii="Cambria" w:hAnsi="Cambria" w:cs="Cambria"/>
      <w:b/>
      <w:bCs/>
      <w:kern w:val="32"/>
      <w:sz w:val="32"/>
      <w:szCs w:val="32"/>
      <w:lang w:eastAsia="ru-RU"/>
    </w:rPr>
  </w:style>
  <w:style w:type="table" w:styleId="TableGrid">
    <w:name w:val="Table Grid"/>
    <w:basedOn w:val="TableNormal"/>
    <w:uiPriority w:val="99"/>
    <w:rsid w:val="0053708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99"/>
    <w:qFormat/>
    <w:rsid w:val="002663D8"/>
    <w:pPr>
      <w:ind w:left="720"/>
    </w:pPr>
  </w:style>
  <w:style w:type="paragraph" w:styleId="Header">
    <w:name w:val="header"/>
    <w:basedOn w:val="Normal"/>
    <w:link w:val="HeaderChar"/>
    <w:uiPriority w:val="99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F7C0A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072F0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72F0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">
    <w:name w:val="Основной текст Знак1"/>
    <w:uiPriority w:val="99"/>
    <w:rsid w:val="00072F07"/>
    <w:rPr>
      <w:rFonts w:ascii="Times New Roman" w:hAnsi="Times New Roman"/>
      <w:spacing w:val="4"/>
      <w:sz w:val="25"/>
      <w:u w:val="none"/>
    </w:rPr>
  </w:style>
  <w:style w:type="paragraph" w:customStyle="1" w:styleId="ConsPlusNormal">
    <w:name w:val="ConsPlusNormal"/>
    <w:uiPriority w:val="99"/>
    <w:rsid w:val="00EF01F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">
    <w:name w:val="Основной текст_"/>
    <w:basedOn w:val="DefaultParagraphFont"/>
    <w:link w:val="10"/>
    <w:uiPriority w:val="99"/>
    <w:locked/>
    <w:rsid w:val="00F7794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F7794A"/>
    <w:pPr>
      <w:shd w:val="clear" w:color="auto" w:fill="FFFFFF"/>
      <w:spacing w:after="420" w:line="24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ListParagraphChar">
    <w:name w:val="List Paragraph Char"/>
    <w:link w:val="ListParagraph"/>
    <w:uiPriority w:val="99"/>
    <w:locked/>
    <w:rsid w:val="00AB17FF"/>
  </w:style>
  <w:style w:type="paragraph" w:customStyle="1" w:styleId="11">
    <w:name w:val="Без интервала1"/>
    <w:uiPriority w:val="99"/>
    <w:rsid w:val="00AB17FF"/>
    <w:rPr>
      <w:rFonts w:ascii="Cambria" w:eastAsia="MS Mincho" w:hAnsi="Cambria" w:cs="Cambria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63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351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a0">
    <w:name w:val="Стиль"/>
    <w:uiPriority w:val="99"/>
    <w:rsid w:val="00DE4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111E2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11E2A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rsid w:val="00111E2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11E2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111E2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11E2A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111E2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11E2A"/>
    <w:rPr>
      <w:rFonts w:cs="Times New Roman"/>
    </w:rPr>
  </w:style>
  <w:style w:type="character" w:customStyle="1" w:styleId="2">
    <w:name w:val="Сноска (2)_"/>
    <w:basedOn w:val="DefaultParagraphFont"/>
    <w:link w:val="20"/>
    <w:uiPriority w:val="99"/>
    <w:locked/>
    <w:rsid w:val="00FE6AFA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0">
    <w:name w:val="Сноска (2)"/>
    <w:basedOn w:val="Normal"/>
    <w:link w:val="2"/>
    <w:uiPriority w:val="99"/>
    <w:rsid w:val="00FE6AFA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1">
    <w:name w:val="Основной текст + Полужирный"/>
    <w:basedOn w:val="a"/>
    <w:uiPriority w:val="99"/>
    <w:rsid w:val="00757C1A"/>
    <w:rPr>
      <w:b/>
      <w:bCs/>
      <w:spacing w:val="0"/>
      <w:sz w:val="23"/>
      <w:szCs w:val="23"/>
    </w:rPr>
  </w:style>
  <w:style w:type="character" w:customStyle="1" w:styleId="9pt">
    <w:name w:val="Основной текст + 9 pt"/>
    <w:aliases w:val="Полужирный"/>
    <w:basedOn w:val="a"/>
    <w:uiPriority w:val="99"/>
    <w:rsid w:val="00757C1A"/>
    <w:rPr>
      <w:b/>
      <w:bCs/>
      <w:spacing w:val="0"/>
      <w:sz w:val="18"/>
      <w:szCs w:val="18"/>
    </w:rPr>
  </w:style>
  <w:style w:type="character" w:customStyle="1" w:styleId="12">
    <w:name w:val="Заголовок №1 (2)_"/>
    <w:basedOn w:val="DefaultParagraphFont"/>
    <w:link w:val="120"/>
    <w:uiPriority w:val="99"/>
    <w:locked/>
    <w:rsid w:val="001E748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20">
    <w:name w:val="Заголовок №1 (2)"/>
    <w:basedOn w:val="Normal"/>
    <w:link w:val="12"/>
    <w:uiPriority w:val="99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styleId="Footer">
    <w:name w:val="footer"/>
    <w:basedOn w:val="Normal"/>
    <w:link w:val="FooterChar"/>
    <w:uiPriority w:val="99"/>
    <w:semiHidden/>
    <w:rsid w:val="00937A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37A51"/>
    <w:rPr>
      <w:rFonts w:cs="Times New Roman"/>
    </w:rPr>
  </w:style>
  <w:style w:type="paragraph" w:customStyle="1" w:styleId="CharChar1">
    <w:name w:val="Char Char1 Знак Знак Знак"/>
    <w:basedOn w:val="Normal"/>
    <w:uiPriority w:val="99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Normal"/>
    <w:uiPriority w:val="99"/>
    <w:rsid w:val="00E46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DefaultParagraphFont"/>
    <w:uiPriority w:val="99"/>
    <w:rsid w:val="00E4641F"/>
    <w:rPr>
      <w:rFonts w:cs="Times New Roman"/>
    </w:rPr>
  </w:style>
  <w:style w:type="paragraph" w:styleId="NoSpacing">
    <w:name w:val="No Spacing"/>
    <w:uiPriority w:val="99"/>
    <w:qFormat/>
    <w:rsid w:val="005C136B"/>
    <w:rPr>
      <w:rFonts w:cs="Calibri"/>
      <w:lang w:eastAsia="en-US"/>
    </w:rPr>
  </w:style>
  <w:style w:type="paragraph" w:customStyle="1" w:styleId="ConsPlusNonformat">
    <w:name w:val="ConsPlusNonformat"/>
    <w:uiPriority w:val="99"/>
    <w:rsid w:val="00726A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3">
    <w:name w:val="Нумерованный (1)"/>
    <w:basedOn w:val="Normal"/>
    <w:uiPriority w:val="99"/>
    <w:rsid w:val="00BF63B2"/>
    <w:pPr>
      <w:spacing w:before="8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3E5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49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4</Pages>
  <Words>1014</Words>
  <Characters>5782</Characters>
  <Application>Microsoft Office Outlook</Application>
  <DocSecurity>0</DocSecurity>
  <Lines>0</Lines>
  <Paragraphs>0</Paragraphs>
  <ScaleCrop>false</ScaleCrop>
  <Company>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</dc:title>
  <dc:subject/>
  <dc:creator>Bogomazuk</dc:creator>
  <cp:keywords/>
  <dc:description/>
  <cp:lastModifiedBy>Пользователь</cp:lastModifiedBy>
  <cp:revision>18</cp:revision>
  <cp:lastPrinted>2014-11-12T03:22:00Z</cp:lastPrinted>
  <dcterms:created xsi:type="dcterms:W3CDTF">2014-11-06T08:09:00Z</dcterms:created>
  <dcterms:modified xsi:type="dcterms:W3CDTF">2014-11-13T02:40:00Z</dcterms:modified>
</cp:coreProperties>
</file>